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93490" w14:textId="0232B18F" w:rsidR="004C5AF4" w:rsidRDefault="009B229A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B325E">
        <w:rPr>
          <w:rFonts w:asciiTheme="majorHAnsi" w:eastAsia="Times New Roman" w:hAnsiTheme="majorHAnsi" w:cs="Times New Roman"/>
          <w:lang w:eastAsia="cs-CZ"/>
        </w:rPr>
        <w:t>6</w:t>
      </w:r>
      <w:bookmarkStart w:id="4" w:name="_GoBack"/>
      <w:bookmarkEnd w:id="4"/>
      <w:r w:rsidR="007A5559">
        <w:rPr>
          <w:rFonts w:asciiTheme="majorHAnsi" w:eastAsia="Times New Roman" w:hAnsiTheme="majorHAnsi" w:cs="Times New Roman"/>
          <w:lang w:eastAsia="cs-CZ"/>
        </w:rPr>
        <w:t xml:space="preserve"> </w:t>
      </w:r>
      <w:r>
        <w:rPr>
          <w:rFonts w:asciiTheme="majorHAnsi" w:eastAsia="Times New Roman" w:hAnsiTheme="majorHAnsi" w:cs="Times New Roman"/>
          <w:lang w:eastAsia="cs-CZ"/>
        </w:rPr>
        <w:t>Rámcové dohody</w:t>
      </w:r>
    </w:p>
    <w:p w14:paraId="5F2272D2" w14:textId="77777777" w:rsidR="007A5559" w:rsidRDefault="007A5559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</w:p>
    <w:p w14:paraId="479BBB74" w14:textId="1FA302C1" w:rsidR="007A5559" w:rsidRDefault="00A901FC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Realizační tým</w:t>
      </w:r>
    </w:p>
    <w:p w14:paraId="50C91F4C" w14:textId="77777777" w:rsidR="00A901FC" w:rsidRDefault="00A901FC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A901FC" w14:paraId="37086411" w14:textId="77777777" w:rsidTr="00CF0D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353EF472" w14:textId="77777777" w:rsidR="00A901FC" w:rsidRPr="00686EAE" w:rsidRDefault="00A901FC" w:rsidP="00CF0DCD">
            <w:pPr>
              <w:rPr>
                <w:rFonts w:eastAsia="Times New Roman" w:cs="Times New Roman"/>
                <w:lang w:eastAsia="cs-CZ"/>
              </w:rPr>
            </w:pPr>
            <w:r w:rsidRPr="00686EAE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4B3478BA" w14:textId="77777777" w:rsidR="00A901FC" w:rsidRPr="00686EAE" w:rsidRDefault="00A901FC" w:rsidP="00CF0DC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686EAE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A901FC" w14:paraId="23B5DD24" w14:textId="77777777" w:rsidTr="00CF0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57F3BA9D" w14:textId="77777777" w:rsidR="00A901FC" w:rsidRPr="00686EAE" w:rsidRDefault="00A901FC" w:rsidP="00CF0DCD">
            <w:pPr>
              <w:rPr>
                <w:rFonts w:eastAsia="Times New Roman" w:cs="Times New Roman"/>
                <w:lang w:eastAsia="cs-CZ"/>
              </w:rPr>
            </w:pPr>
            <w:r w:rsidRPr="00686EAE">
              <w:rPr>
                <w:rFonts w:eastAsia="Times New Roman" w:cs="Times New Roman"/>
                <w:lang w:eastAsia="cs-CZ"/>
              </w:rPr>
              <w:t>Lektor</w:t>
            </w:r>
          </w:p>
        </w:tc>
        <w:tc>
          <w:tcPr>
            <w:tcW w:w="4421" w:type="dxa"/>
            <w:shd w:val="clear" w:color="auto" w:fill="auto"/>
          </w:tcPr>
          <w:p w14:paraId="3C4AFC17" w14:textId="77777777" w:rsidR="00A901FC" w:rsidRPr="00686EAE" w:rsidRDefault="00A901FC" w:rsidP="00CF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901FC" w14:paraId="7C8431F5" w14:textId="77777777" w:rsidTr="00CF0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12F17F4E" w14:textId="77777777" w:rsidR="00A901FC" w:rsidRPr="00686EAE" w:rsidRDefault="00A901FC" w:rsidP="00CF0DCD">
            <w:pPr>
              <w:rPr>
                <w:rFonts w:eastAsia="Times New Roman" w:cs="Times New Roman"/>
                <w:lang w:eastAsia="cs-CZ"/>
              </w:rPr>
            </w:pPr>
            <w:r w:rsidRPr="00686EAE">
              <w:rPr>
                <w:rFonts w:eastAsia="Times New Roman" w:cs="Times New Roman"/>
                <w:lang w:eastAsia="cs-CZ"/>
              </w:rPr>
              <w:t>Lektor</w:t>
            </w:r>
          </w:p>
        </w:tc>
        <w:tc>
          <w:tcPr>
            <w:tcW w:w="4421" w:type="dxa"/>
          </w:tcPr>
          <w:p w14:paraId="55AD82EA" w14:textId="77777777" w:rsidR="00A901FC" w:rsidRPr="00686EAE" w:rsidRDefault="00A901FC" w:rsidP="00CF0D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A901FC" w14:paraId="45D31332" w14:textId="77777777" w:rsidTr="00CF0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67D73DE" w14:textId="7B753786" w:rsidR="00A901FC" w:rsidRPr="00686EAE" w:rsidRDefault="00A901FC" w:rsidP="00A901FC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686EAE">
              <w:rPr>
                <w:rFonts w:eastAsia="Times New Roman" w:cs="Times New Roman"/>
                <w:lang w:eastAsia="cs-CZ"/>
              </w:rPr>
              <w:t xml:space="preserve">Pozn. V případě, že </w:t>
            </w:r>
            <w:r>
              <w:rPr>
                <w:rFonts w:eastAsia="Times New Roman" w:cs="Times New Roman"/>
                <w:lang w:eastAsia="cs-CZ"/>
              </w:rPr>
              <w:t>Poskytovatel</w:t>
            </w:r>
            <w:r w:rsidRPr="00686EAE">
              <w:rPr>
                <w:rFonts w:eastAsia="Times New Roman" w:cs="Times New Roman"/>
                <w:lang w:eastAsia="cs-CZ"/>
              </w:rPr>
              <w:t xml:space="preserve"> uvede více členů realizačního týmu, upraví </w:t>
            </w:r>
            <w:r>
              <w:rPr>
                <w:rFonts w:eastAsia="Times New Roman" w:cs="Times New Roman"/>
                <w:lang w:eastAsia="cs-CZ"/>
              </w:rPr>
              <w:t>Poskytovatel</w:t>
            </w:r>
            <w:r w:rsidRPr="00686EAE">
              <w:rPr>
                <w:rFonts w:eastAsia="Times New Roman" w:cs="Times New Roman"/>
                <w:lang w:eastAsia="cs-CZ"/>
              </w:rPr>
              <w:t xml:space="preserve"> tabulku dle potřeby. </w:t>
            </w:r>
          </w:p>
        </w:tc>
      </w:tr>
      <w:tr w:rsidR="00A901FC" w14:paraId="48E63631" w14:textId="77777777" w:rsidTr="00CF0D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4D942F45" w14:textId="77777777" w:rsidR="00A901FC" w:rsidRDefault="00A901FC" w:rsidP="00CF0DCD">
            <w:pPr>
              <w:rPr>
                <w:rFonts w:eastAsia="Times New Roman" w:cs="Times New Roman"/>
                <w:lang w:eastAsia="cs-CZ"/>
              </w:rPr>
            </w:pPr>
          </w:p>
        </w:tc>
      </w:tr>
      <w:bookmarkEnd w:id="0"/>
      <w:bookmarkEnd w:id="1"/>
      <w:bookmarkEnd w:id="2"/>
      <w:bookmarkEnd w:id="3"/>
    </w:tbl>
    <w:p w14:paraId="4F02B0A1" w14:textId="77777777" w:rsidR="00A901FC" w:rsidRDefault="00A901FC" w:rsidP="007A5559">
      <w:pP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</w:p>
    <w:sectPr w:rsidR="00A901FC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A067F" w14:textId="77777777" w:rsidR="00E01469" w:rsidRDefault="00E01469" w:rsidP="00962258">
      <w:pPr>
        <w:spacing w:after="0" w:line="240" w:lineRule="auto"/>
      </w:pPr>
      <w:r>
        <w:separator/>
      </w:r>
    </w:p>
  </w:endnote>
  <w:endnote w:type="continuationSeparator" w:id="0">
    <w:p w14:paraId="37EDE0BD" w14:textId="77777777" w:rsidR="00E01469" w:rsidRDefault="00E014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4B458" w14:textId="77777777" w:rsidR="00473A59" w:rsidRDefault="00473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79D3C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30F251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109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0F23F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AE4C7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C28520" w14:textId="77777777" w:rsidR="00F1715C" w:rsidRDefault="00F1715C" w:rsidP="00D831A3">
          <w:pPr>
            <w:pStyle w:val="Zpat"/>
          </w:pPr>
        </w:p>
      </w:tc>
    </w:tr>
  </w:tbl>
  <w:p w14:paraId="76BE20C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D9D0F4" wp14:editId="0A31F2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92120D7" wp14:editId="46F5B2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F8B11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3CB0B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2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2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53893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C4A43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1DC3DD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93CA6D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6D84744" w14:textId="5B233517" w:rsidR="00F1715C" w:rsidRDefault="00C0714E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232BD0B" w14:textId="77777777" w:rsidR="00F1715C" w:rsidRDefault="00F1715C" w:rsidP="00460660">
          <w:pPr>
            <w:pStyle w:val="Zpat"/>
          </w:pPr>
        </w:p>
      </w:tc>
    </w:tr>
  </w:tbl>
  <w:p w14:paraId="652993C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F6FE75B" wp14:editId="130B5C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5FA071C" wp14:editId="53EF8A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168D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9D1BF" w14:textId="77777777" w:rsidR="00E01469" w:rsidRDefault="00E01469" w:rsidP="00962258">
      <w:pPr>
        <w:spacing w:after="0" w:line="240" w:lineRule="auto"/>
      </w:pPr>
      <w:r>
        <w:separator/>
      </w:r>
    </w:p>
  </w:footnote>
  <w:footnote w:type="continuationSeparator" w:id="0">
    <w:p w14:paraId="6DF51354" w14:textId="77777777" w:rsidR="00E01469" w:rsidRDefault="00E014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38C9" w14:textId="77777777" w:rsidR="00473A59" w:rsidRDefault="00473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402ED" w14:textId="3806D43B" w:rsidR="00F1715C" w:rsidRPr="00D6163D" w:rsidRDefault="00F1715C" w:rsidP="000A1160">
    <w:pPr>
      <w:pStyle w:val="Zhlav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74CA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C2BF6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90A2D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33725" w14:textId="77777777" w:rsidR="00F1715C" w:rsidRPr="00D6163D" w:rsidRDefault="00F1715C" w:rsidP="00FC6389">
          <w:pPr>
            <w:pStyle w:val="Druhdokumentu"/>
          </w:pPr>
        </w:p>
      </w:tc>
    </w:tr>
    <w:tr w:rsidR="009F392E" w14:paraId="189A76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AB45DB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7BEE0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6847E3" w14:textId="77777777" w:rsidR="009F392E" w:rsidRPr="00D6163D" w:rsidRDefault="009F392E" w:rsidP="00FC6389">
          <w:pPr>
            <w:pStyle w:val="Druhdokumentu"/>
          </w:pPr>
        </w:p>
      </w:tc>
    </w:tr>
  </w:tbl>
  <w:p w14:paraId="78CC7E2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AD5214B" wp14:editId="3D6B10C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11524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5BB"/>
    <w:multiLevelType w:val="hybridMultilevel"/>
    <w:tmpl w:val="38465D68"/>
    <w:lvl w:ilvl="0" w:tplc="F52A06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AF3DFD"/>
    <w:multiLevelType w:val="hybridMultilevel"/>
    <w:tmpl w:val="930E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9034D6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637C87"/>
    <w:multiLevelType w:val="hybridMultilevel"/>
    <w:tmpl w:val="36B41E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F2BEC"/>
    <w:multiLevelType w:val="hybridMultilevel"/>
    <w:tmpl w:val="510EFF94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6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3" w:hanging="360"/>
      </w:pPr>
      <w:rPr>
        <w:rFonts w:ascii="Wingdings" w:hAnsi="Wingdings" w:hint="default"/>
      </w:rPr>
    </w:lvl>
  </w:abstractNum>
  <w:abstractNum w:abstractNumId="5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084F6E4D"/>
    <w:multiLevelType w:val="hybridMultilevel"/>
    <w:tmpl w:val="9188AB92"/>
    <w:lvl w:ilvl="0" w:tplc="9260CF00">
      <w:start w:val="4"/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8D04273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17D50468"/>
    <w:multiLevelType w:val="hybridMultilevel"/>
    <w:tmpl w:val="75B8A4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41E65"/>
    <w:multiLevelType w:val="hybridMultilevel"/>
    <w:tmpl w:val="9CA27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0A36E6"/>
    <w:multiLevelType w:val="hybridMultilevel"/>
    <w:tmpl w:val="8C28625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1A9907CD"/>
    <w:multiLevelType w:val="hybridMultilevel"/>
    <w:tmpl w:val="E056E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1049DC"/>
    <w:multiLevelType w:val="hybridMultilevel"/>
    <w:tmpl w:val="96DAC1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7C90D0E"/>
    <w:multiLevelType w:val="hybridMultilevel"/>
    <w:tmpl w:val="01D47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D9675C"/>
    <w:multiLevelType w:val="multilevel"/>
    <w:tmpl w:val="00F888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ACC7EAF"/>
    <w:multiLevelType w:val="multilevel"/>
    <w:tmpl w:val="7BAE4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2BF76403"/>
    <w:multiLevelType w:val="multilevel"/>
    <w:tmpl w:val="0D34D660"/>
    <w:numStyleLink w:val="ListBulletmultilevel"/>
  </w:abstractNum>
  <w:abstractNum w:abstractNumId="18">
    <w:nsid w:val="2C8E7BE9"/>
    <w:multiLevelType w:val="hybridMultilevel"/>
    <w:tmpl w:val="FD9CF64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2D844A4F"/>
    <w:multiLevelType w:val="hybridMultilevel"/>
    <w:tmpl w:val="FDD814EC"/>
    <w:lvl w:ilvl="0" w:tplc="FAD8D03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AB6A7E"/>
    <w:multiLevelType w:val="hybridMultilevel"/>
    <w:tmpl w:val="ED30E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37778D"/>
    <w:multiLevelType w:val="hybridMultilevel"/>
    <w:tmpl w:val="C14AE7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361D"/>
    <w:multiLevelType w:val="hybridMultilevel"/>
    <w:tmpl w:val="6B90E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E10DDD"/>
    <w:multiLevelType w:val="hybridMultilevel"/>
    <w:tmpl w:val="0ADAC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D72BB"/>
    <w:multiLevelType w:val="hybridMultilevel"/>
    <w:tmpl w:val="878C8E18"/>
    <w:lvl w:ilvl="0" w:tplc="F52A0640">
      <w:numFmt w:val="bullet"/>
      <w:lvlText w:val="-"/>
      <w:lvlJc w:val="left"/>
      <w:pPr>
        <w:ind w:left="1344" w:hanging="360"/>
      </w:pPr>
      <w:rPr>
        <w:rFonts w:ascii="Verdana" w:eastAsiaTheme="minorHAnsi" w:hAnsi="Verdana" w:cstheme="minorBidi" w:hint="default"/>
        <w:color w:val="auto"/>
        <w:sz w:val="17"/>
      </w:rPr>
    </w:lvl>
    <w:lvl w:ilvl="1" w:tplc="0405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5">
    <w:nsid w:val="4B6764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13E74FC"/>
    <w:multiLevelType w:val="multilevel"/>
    <w:tmpl w:val="BEE87F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>
    <w:nsid w:val="59B54F0D"/>
    <w:multiLevelType w:val="hybridMultilevel"/>
    <w:tmpl w:val="D39495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70EDB"/>
    <w:multiLevelType w:val="hybridMultilevel"/>
    <w:tmpl w:val="C0203178"/>
    <w:lvl w:ilvl="0" w:tplc="F22E57EE">
      <w:start w:val="555"/>
      <w:numFmt w:val="bullet"/>
      <w:lvlText w:val=""/>
      <w:lvlJc w:val="left"/>
      <w:pPr>
        <w:ind w:left="1406" w:hanging="55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63661928"/>
    <w:multiLevelType w:val="hybridMultilevel"/>
    <w:tmpl w:val="79182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64113B02"/>
    <w:multiLevelType w:val="hybridMultilevel"/>
    <w:tmpl w:val="E3CEF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070991"/>
    <w:multiLevelType w:val="multilevel"/>
    <w:tmpl w:val="CABE99FC"/>
    <w:numStyleLink w:val="ListNumbermultilevel"/>
  </w:abstractNum>
  <w:abstractNum w:abstractNumId="32">
    <w:nsid w:val="7D0D2C8F"/>
    <w:multiLevelType w:val="hybridMultilevel"/>
    <w:tmpl w:val="4CEE9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7"/>
  </w:num>
  <w:num w:numId="4">
    <w:abstractNumId w:val="31"/>
  </w:num>
  <w:num w:numId="5">
    <w:abstractNumId w:val="13"/>
  </w:num>
  <w:num w:numId="6">
    <w:abstractNumId w:val="28"/>
  </w:num>
  <w:num w:numId="7">
    <w:abstractNumId w:val="10"/>
  </w:num>
  <w:num w:numId="8">
    <w:abstractNumId w:val="32"/>
  </w:num>
  <w:num w:numId="9">
    <w:abstractNumId w:val="14"/>
  </w:num>
  <w:num w:numId="10">
    <w:abstractNumId w:val="23"/>
  </w:num>
  <w:num w:numId="11">
    <w:abstractNumId w:val="12"/>
  </w:num>
  <w:num w:numId="12">
    <w:abstractNumId w:val="8"/>
  </w:num>
  <w:num w:numId="13">
    <w:abstractNumId w:val="22"/>
  </w:num>
  <w:num w:numId="14">
    <w:abstractNumId w:val="4"/>
  </w:num>
  <w:num w:numId="15">
    <w:abstractNumId w:val="18"/>
  </w:num>
  <w:num w:numId="16">
    <w:abstractNumId w:val="6"/>
  </w:num>
  <w:num w:numId="17">
    <w:abstractNumId w:val="21"/>
  </w:num>
  <w:num w:numId="18">
    <w:abstractNumId w:val="0"/>
  </w:num>
  <w:num w:numId="19">
    <w:abstractNumId w:val="20"/>
  </w:num>
  <w:num w:numId="20">
    <w:abstractNumId w:val="24"/>
  </w:num>
  <w:num w:numId="21">
    <w:abstractNumId w:val="26"/>
  </w:num>
  <w:num w:numId="22">
    <w:abstractNumId w:val="15"/>
  </w:num>
  <w:num w:numId="23">
    <w:abstractNumId w:val="7"/>
  </w:num>
  <w:num w:numId="24">
    <w:abstractNumId w:val="16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9"/>
  </w:num>
  <w:num w:numId="3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48"/>
    <w:rsid w:val="00070D9F"/>
    <w:rsid w:val="00072C1E"/>
    <w:rsid w:val="00087D48"/>
    <w:rsid w:val="000A1160"/>
    <w:rsid w:val="000C0B07"/>
    <w:rsid w:val="000E23A7"/>
    <w:rsid w:val="000F5BEC"/>
    <w:rsid w:val="0010693F"/>
    <w:rsid w:val="00114472"/>
    <w:rsid w:val="001364FA"/>
    <w:rsid w:val="001550BC"/>
    <w:rsid w:val="0015665F"/>
    <w:rsid w:val="001605B9"/>
    <w:rsid w:val="00163129"/>
    <w:rsid w:val="001664FA"/>
    <w:rsid w:val="00170EC5"/>
    <w:rsid w:val="001747C1"/>
    <w:rsid w:val="00184743"/>
    <w:rsid w:val="001B002A"/>
    <w:rsid w:val="001F05DF"/>
    <w:rsid w:val="00207DF5"/>
    <w:rsid w:val="00222811"/>
    <w:rsid w:val="00237F27"/>
    <w:rsid w:val="002533A5"/>
    <w:rsid w:val="0026428A"/>
    <w:rsid w:val="0026714F"/>
    <w:rsid w:val="00274C5B"/>
    <w:rsid w:val="00280E07"/>
    <w:rsid w:val="002A2C36"/>
    <w:rsid w:val="002A311D"/>
    <w:rsid w:val="002B293D"/>
    <w:rsid w:val="002C169C"/>
    <w:rsid w:val="002C31BF"/>
    <w:rsid w:val="002D08B1"/>
    <w:rsid w:val="002E0CD7"/>
    <w:rsid w:val="00341DCF"/>
    <w:rsid w:val="00342784"/>
    <w:rsid w:val="00357BC6"/>
    <w:rsid w:val="00394EA5"/>
    <w:rsid w:val="003956C6"/>
    <w:rsid w:val="003A2D4B"/>
    <w:rsid w:val="003B325E"/>
    <w:rsid w:val="003D0409"/>
    <w:rsid w:val="003D70D4"/>
    <w:rsid w:val="00441430"/>
    <w:rsid w:val="00450F07"/>
    <w:rsid w:val="00453CD3"/>
    <w:rsid w:val="00460660"/>
    <w:rsid w:val="00465FF9"/>
    <w:rsid w:val="00473A59"/>
    <w:rsid w:val="00477B63"/>
    <w:rsid w:val="00486107"/>
    <w:rsid w:val="00491827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11AB9"/>
    <w:rsid w:val="00523EA7"/>
    <w:rsid w:val="0052764C"/>
    <w:rsid w:val="0053109D"/>
    <w:rsid w:val="00540CF9"/>
    <w:rsid w:val="00553375"/>
    <w:rsid w:val="00557C28"/>
    <w:rsid w:val="005736B7"/>
    <w:rsid w:val="00575E5A"/>
    <w:rsid w:val="005F1404"/>
    <w:rsid w:val="005F79D9"/>
    <w:rsid w:val="00606069"/>
    <w:rsid w:val="0061068E"/>
    <w:rsid w:val="00660AD3"/>
    <w:rsid w:val="00677B7F"/>
    <w:rsid w:val="00697AA3"/>
    <w:rsid w:val="006A5570"/>
    <w:rsid w:val="006A689C"/>
    <w:rsid w:val="006B3D79"/>
    <w:rsid w:val="006C6A09"/>
    <w:rsid w:val="006C7EB1"/>
    <w:rsid w:val="006D520E"/>
    <w:rsid w:val="006D7AFE"/>
    <w:rsid w:val="006E0578"/>
    <w:rsid w:val="006E314D"/>
    <w:rsid w:val="006E765C"/>
    <w:rsid w:val="006F5AF9"/>
    <w:rsid w:val="00710723"/>
    <w:rsid w:val="00723ED1"/>
    <w:rsid w:val="00737F1B"/>
    <w:rsid w:val="00743525"/>
    <w:rsid w:val="0076286B"/>
    <w:rsid w:val="00766846"/>
    <w:rsid w:val="0077673A"/>
    <w:rsid w:val="007846E1"/>
    <w:rsid w:val="00794FA7"/>
    <w:rsid w:val="007962D7"/>
    <w:rsid w:val="007A3CDA"/>
    <w:rsid w:val="007A5559"/>
    <w:rsid w:val="007A6B37"/>
    <w:rsid w:val="007B570C"/>
    <w:rsid w:val="007C589B"/>
    <w:rsid w:val="007D18D1"/>
    <w:rsid w:val="007E25D5"/>
    <w:rsid w:val="007E3B76"/>
    <w:rsid w:val="007E4A6E"/>
    <w:rsid w:val="007F56A7"/>
    <w:rsid w:val="008058A4"/>
    <w:rsid w:val="00807DD0"/>
    <w:rsid w:val="008270C9"/>
    <w:rsid w:val="008434C3"/>
    <w:rsid w:val="008659F3"/>
    <w:rsid w:val="00867336"/>
    <w:rsid w:val="008821BD"/>
    <w:rsid w:val="008854ED"/>
    <w:rsid w:val="00886D4B"/>
    <w:rsid w:val="00895406"/>
    <w:rsid w:val="008A3568"/>
    <w:rsid w:val="008C57A9"/>
    <w:rsid w:val="008D03B9"/>
    <w:rsid w:val="008F18D6"/>
    <w:rsid w:val="00904780"/>
    <w:rsid w:val="00922385"/>
    <w:rsid w:val="009223DF"/>
    <w:rsid w:val="00923DE9"/>
    <w:rsid w:val="009318C0"/>
    <w:rsid w:val="00936091"/>
    <w:rsid w:val="00940D8A"/>
    <w:rsid w:val="0094391A"/>
    <w:rsid w:val="00962258"/>
    <w:rsid w:val="009678B7"/>
    <w:rsid w:val="009833E1"/>
    <w:rsid w:val="00992D9C"/>
    <w:rsid w:val="00996CB8"/>
    <w:rsid w:val="009A1FBE"/>
    <w:rsid w:val="009B14A9"/>
    <w:rsid w:val="009B229A"/>
    <w:rsid w:val="009B2E97"/>
    <w:rsid w:val="009E07F4"/>
    <w:rsid w:val="009F392E"/>
    <w:rsid w:val="00A164B4"/>
    <w:rsid w:val="00A6177B"/>
    <w:rsid w:val="00A66136"/>
    <w:rsid w:val="00A7233D"/>
    <w:rsid w:val="00A901FC"/>
    <w:rsid w:val="00A91F03"/>
    <w:rsid w:val="00AA4CBB"/>
    <w:rsid w:val="00AA65FA"/>
    <w:rsid w:val="00AA7351"/>
    <w:rsid w:val="00AC5EBC"/>
    <w:rsid w:val="00AD056F"/>
    <w:rsid w:val="00AD6731"/>
    <w:rsid w:val="00B15D0D"/>
    <w:rsid w:val="00B272CE"/>
    <w:rsid w:val="00B56BE1"/>
    <w:rsid w:val="00B75EE1"/>
    <w:rsid w:val="00B77481"/>
    <w:rsid w:val="00B8518B"/>
    <w:rsid w:val="00BA5140"/>
    <w:rsid w:val="00BB29FA"/>
    <w:rsid w:val="00BD7E91"/>
    <w:rsid w:val="00C02D0A"/>
    <w:rsid w:val="00C03A6E"/>
    <w:rsid w:val="00C0714E"/>
    <w:rsid w:val="00C44F6A"/>
    <w:rsid w:val="00C47AE3"/>
    <w:rsid w:val="00C920DC"/>
    <w:rsid w:val="00CD1FC4"/>
    <w:rsid w:val="00CE02C8"/>
    <w:rsid w:val="00D21061"/>
    <w:rsid w:val="00D4108E"/>
    <w:rsid w:val="00D6163D"/>
    <w:rsid w:val="00D715D1"/>
    <w:rsid w:val="00D73D46"/>
    <w:rsid w:val="00D831A3"/>
    <w:rsid w:val="00DA1963"/>
    <w:rsid w:val="00DB2954"/>
    <w:rsid w:val="00DC75F3"/>
    <w:rsid w:val="00DD46F3"/>
    <w:rsid w:val="00DE56F2"/>
    <w:rsid w:val="00DF116D"/>
    <w:rsid w:val="00E01469"/>
    <w:rsid w:val="00E25FF5"/>
    <w:rsid w:val="00E36C4A"/>
    <w:rsid w:val="00E4267C"/>
    <w:rsid w:val="00E717A7"/>
    <w:rsid w:val="00E77929"/>
    <w:rsid w:val="00EB104F"/>
    <w:rsid w:val="00ED14BD"/>
    <w:rsid w:val="00F0533E"/>
    <w:rsid w:val="00F053A7"/>
    <w:rsid w:val="00F1048D"/>
    <w:rsid w:val="00F12DEC"/>
    <w:rsid w:val="00F1715C"/>
    <w:rsid w:val="00F21417"/>
    <w:rsid w:val="00F310F8"/>
    <w:rsid w:val="00F35939"/>
    <w:rsid w:val="00F45607"/>
    <w:rsid w:val="00F5558F"/>
    <w:rsid w:val="00F659EB"/>
    <w:rsid w:val="00F86BA6"/>
    <w:rsid w:val="00FC0A00"/>
    <w:rsid w:val="00FC6389"/>
    <w:rsid w:val="00FE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76D79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33A5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91F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91F0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91F0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1F0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91F03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D715D1"/>
  </w:style>
  <w:style w:type="paragraph" w:customStyle="1" w:styleId="Odrazkapro1a11">
    <w:name w:val="Odrazka pro 1 a 1.1"/>
    <w:basedOn w:val="Normln"/>
    <w:qFormat/>
    <w:rsid w:val="001664FA"/>
    <w:pPr>
      <w:numPr>
        <w:numId w:val="33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1664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1664FA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8A6E6F-3B84-43F6-9E43-8BAD5F944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863B1D-A142-4131-B792-B03B9CA9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Zachová Tereza, Ing.</cp:lastModifiedBy>
  <cp:revision>4</cp:revision>
  <cp:lastPrinted>2017-11-28T17:18:00Z</cp:lastPrinted>
  <dcterms:created xsi:type="dcterms:W3CDTF">2021-05-23T21:17:00Z</dcterms:created>
  <dcterms:modified xsi:type="dcterms:W3CDTF">2021-05-23T21:19:00Z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